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tiff" ContentType="image/tif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第二课时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560070</wp:posOffset>
            </wp:positionH>
            <wp:positionV relativeFrom="paragraph">
              <wp:posOffset>280035</wp:posOffset>
            </wp:positionV>
            <wp:extent cx="822960" cy="798195"/>
            <wp:effectExtent l="0" t="0" r="0" b="9525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2" r="10924" b="7619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798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3182620</wp:posOffset>
            </wp:positionH>
            <wp:positionV relativeFrom="paragraph">
              <wp:posOffset>276860</wp:posOffset>
            </wp:positionV>
            <wp:extent cx="781685" cy="781050"/>
            <wp:effectExtent l="0" t="0" r="10795" b="11430"/>
            <wp:wrapNone/>
            <wp:docPr id="36" name="图片 36" descr="C:\Users\Emily\Desktop\我的图库\听音乐.jpg听音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C:\Users\Emily\Desktop\我的图库\听音乐.jpg听音乐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一、根据图片，用现在分词写出短语。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ind w:firstLine="360" w:firstLineChars="15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611505</wp:posOffset>
            </wp:positionH>
            <wp:positionV relativeFrom="paragraph">
              <wp:posOffset>276860</wp:posOffset>
            </wp:positionV>
            <wp:extent cx="573405" cy="742315"/>
            <wp:effectExtent l="0" t="0" r="5715" b="4445"/>
            <wp:wrapNone/>
            <wp:docPr id="38" name="图片 38" descr="D:\卫婧\18秋\外研暑假作业3年级\暑假外研三一校图电子稿\做早操.jpg做早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D:\卫婧\18秋\外研暑假作业3年级\暑假外研三一校图电子稿\做早操.jpg做早操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1.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2.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__________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3304540</wp:posOffset>
            </wp:positionH>
            <wp:positionV relativeFrom="paragraph">
              <wp:posOffset>24130</wp:posOffset>
            </wp:positionV>
            <wp:extent cx="895985" cy="678180"/>
            <wp:effectExtent l="0" t="0" r="3175" b="7620"/>
            <wp:wrapNone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53" b="50343"/>
                    <a:stretch>
                      <a:fillRect/>
                    </a:stretch>
                  </pic:blipFill>
                  <pic:spPr>
                    <a:xfrm>
                      <a:off x="0" y="0"/>
                      <a:ext cx="895985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ind w:firstLine="360" w:firstLineChars="15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ind w:firstLine="360" w:firstLineChars="150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3.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                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  <w:lang w:val="en-US" w:eastAsia="zh-CN"/>
        </w:rPr>
        <w:t>4.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__________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</w:t>
      </w:r>
      <w:r>
        <w:rPr>
          <w:rFonts w:ascii="Times New Roman" w:hAnsi="Times New Roman" w:cs="Times New Roman" w:eastAsiaTheme="minorEastAsia"/>
          <w:kern w:val="10"/>
          <w:sz w:val="24"/>
          <w:szCs w:val="24"/>
          <w:u w:val="single"/>
        </w:rPr>
        <w:t xml:space="preserve">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 、单项选择。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) 1. What are you_____?   </w:t>
      </w:r>
    </w:p>
    <w:p>
      <w:pPr>
        <w:spacing w:after="0" w:line="384" w:lineRule="auto"/>
        <w:ind w:firstLine="960" w:firstLineChars="4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do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doing 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) 2. 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What are you doing?  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I’m_____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lunch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</w:t>
      </w: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eating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eat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) 3.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—</w:t>
      </w:r>
      <w:r>
        <w:rPr>
          <w:rFonts w:ascii="Times New Roman" w:hAnsi="Times New Roman" w:cs="Times New Roman" w:eastAsiaTheme="minorEastAsia"/>
          <w:sz w:val="24"/>
          <w:szCs w:val="24"/>
        </w:rPr>
        <w:t>Are they listening to music?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>_______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</w:t>
      </w: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Yes, they aren’t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No, they aren’t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194310</wp:posOffset>
            </wp:positionV>
            <wp:extent cx="904875" cy="1114425"/>
            <wp:effectExtent l="0" t="0" r="9525" b="13335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0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三、根据图片，完成对话。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3810</wp:posOffset>
            </wp:positionV>
            <wp:extent cx="1038225" cy="914400"/>
            <wp:effectExtent l="0" t="0" r="9525" b="0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1.                                 2.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are the lions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 w:eastAsiaTheme="minorEastAsia"/>
          <w:sz w:val="24"/>
          <w:szCs w:val="24"/>
        </w:rPr>
        <w:t>?    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she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?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483870</wp:posOffset>
            </wp:positionH>
            <wp:positionV relativeFrom="paragraph">
              <wp:posOffset>280670</wp:posOffset>
            </wp:positionV>
            <wp:extent cx="1038225" cy="971550"/>
            <wp:effectExtent l="19050" t="0" r="9525" b="0"/>
            <wp:wrapNone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</w:rPr>
        <w:t>They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sz w:val="24"/>
          <w:szCs w:val="24"/>
        </w:rPr>
        <w:t>playing.        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3014980</wp:posOffset>
            </wp:positionH>
            <wp:positionV relativeFrom="paragraph">
              <wp:posOffset>109220</wp:posOffset>
            </wp:positionV>
            <wp:extent cx="1240790" cy="877570"/>
            <wp:effectExtent l="0" t="0" r="8890" b="6350"/>
            <wp:wrapNone/>
            <wp:docPr id="1" name="图片 6" descr="D:\图片\一个小孩的一天\十二点吃午饭（彩色）.tif十二点吃午饭（彩色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D:\图片\一个小孩的一天\十二点吃午饭（彩色）.tif十二点吃午饭（彩色）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079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3.                                  4.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>?      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? 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</w:rPr>
        <w:t>She’s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sz w:val="24"/>
          <w:szCs w:val="24"/>
        </w:rPr>
        <w:t>.              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: 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</w:p>
    <w:p>
      <w:pPr>
        <w:spacing w:after="0" w:line="384" w:lineRule="auto"/>
        <w:ind w:firstLine="240" w:firstLineChars="100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reading a book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listening to music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doing morning exercises    </w:t>
      </w:r>
    </w:p>
    <w:p>
      <w:pPr>
        <w:spacing w:after="0" w:line="384" w:lineRule="auto"/>
        <w:ind w:firstLine="600" w:firstLine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>having …class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>What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doing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are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>What’s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doing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She is writing  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3. </w:t>
      </w:r>
      <w:r>
        <w:rPr>
          <w:rFonts w:ascii="Times New Roman" w:hAnsi="Times New Roman" w:cs="Times New Roman" w:eastAsiaTheme="minorEastAsia"/>
          <w:sz w:val="24"/>
          <w:szCs w:val="24"/>
        </w:rPr>
        <w:t>What is she doing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cooking     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What is the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boy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doing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H</w:t>
      </w:r>
      <w:r>
        <w:rPr>
          <w:rFonts w:ascii="Times New Roman" w:hAnsi="Times New Roman" w:cs="Times New Roman" w:eastAsiaTheme="minorEastAsia"/>
          <w:sz w:val="24"/>
          <w:szCs w:val="24"/>
        </w:rPr>
        <w:t>e’s eating lunch</w:t>
      </w:r>
    </w:p>
    <w:p>
      <w:pPr>
        <w:spacing w:after="0" w:line="384" w:lineRule="auto"/>
        <w:ind w:firstLine="240" w:firstLineChars="100"/>
        <w:jc w:val="both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E2644"/>
    <w:rsid w:val="00250E55"/>
    <w:rsid w:val="00613731"/>
    <w:rsid w:val="07D36EDF"/>
    <w:rsid w:val="0F1902DC"/>
    <w:rsid w:val="112D53D2"/>
    <w:rsid w:val="24BE264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tiff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121</Words>
  <Characters>627</Characters>
  <Lines>5</Lines>
  <Paragraphs>1</Paragraphs>
  <TotalTime>1</TotalTime>
  <ScaleCrop>false</ScaleCrop>
  <LinksUpToDate>false</LinksUpToDate>
  <CharactersWithSpaces>747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2018-07-16T03:04:00Z</dcterms:created>
  <dc:creator>宾琳</dc:creator>
  <cp:lastModifiedBy>。</cp:lastModifiedBy>
  <dcterms:modified xsi:type="dcterms:W3CDTF">2022-02-22T11:26:35Z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D0FF3E884C7844F8B733381E907EC6E2</vt:lpwstr>
  </property>
</Properties>
</file>